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4850" w:type="dxa"/>
        <w:tblLook w:val="04A0" w:firstRow="1" w:lastRow="0" w:firstColumn="1" w:lastColumn="0" w:noHBand="0" w:noVBand="1"/>
      </w:tblPr>
      <w:tblGrid>
        <w:gridCol w:w="2235"/>
        <w:gridCol w:w="6264"/>
        <w:gridCol w:w="6351"/>
      </w:tblGrid>
      <w:tr w:rsidR="00EE1E9D" w:rsidRPr="00794D11" w:rsidTr="00EC7BA9">
        <w:tc>
          <w:tcPr>
            <w:tcW w:w="2235" w:type="dxa"/>
            <w:shd w:val="clear" w:color="auto" w:fill="D9D9D9" w:themeFill="background1" w:themeFillShade="D9"/>
          </w:tcPr>
          <w:p w:rsidR="00EE1E9D" w:rsidRPr="00794D11" w:rsidRDefault="00EE1E9D" w:rsidP="00953CE6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Unit: </w:t>
            </w:r>
          </w:p>
        </w:tc>
        <w:tc>
          <w:tcPr>
            <w:tcW w:w="6264" w:type="dxa"/>
            <w:shd w:val="clear" w:color="auto" w:fill="D9D9D9" w:themeFill="background1" w:themeFillShade="D9"/>
          </w:tcPr>
          <w:p w:rsidR="00EE1E9D" w:rsidRPr="00794D11" w:rsidRDefault="00EE1E9D" w:rsidP="00953CE6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Transition</w:t>
            </w:r>
          </w:p>
        </w:tc>
        <w:tc>
          <w:tcPr>
            <w:tcW w:w="6351" w:type="dxa"/>
            <w:shd w:val="clear" w:color="auto" w:fill="D9D9D9" w:themeFill="background1" w:themeFillShade="D9"/>
          </w:tcPr>
          <w:p w:rsidR="00EE1E9D" w:rsidRPr="00794D11" w:rsidRDefault="00EE1E9D" w:rsidP="00EE1E9D">
            <w:pPr>
              <w:rPr>
                <w:rFonts w:ascii="Arial" w:hAnsi="Arial" w:cs="Arial"/>
                <w:sz w:val="22"/>
              </w:rPr>
            </w:pPr>
            <w:bookmarkStart w:id="0" w:name="_GoBack"/>
            <w:bookmarkEnd w:id="0"/>
            <w:r w:rsidRPr="00794D11">
              <w:rPr>
                <w:rFonts w:ascii="Arial" w:hAnsi="Arial" w:cs="Arial"/>
                <w:sz w:val="22"/>
              </w:rPr>
              <w:t>Suggested Order: 1 of 7</w:t>
            </w:r>
          </w:p>
        </w:tc>
      </w:tr>
      <w:tr w:rsidR="00EE1E9D" w:rsidRPr="00794D11" w:rsidTr="00EC7BA9">
        <w:tc>
          <w:tcPr>
            <w:tcW w:w="2235" w:type="dxa"/>
            <w:shd w:val="clear" w:color="auto" w:fill="D9D9D9" w:themeFill="background1" w:themeFillShade="D9"/>
          </w:tcPr>
          <w:p w:rsidR="00EE1E9D" w:rsidRPr="00794D11" w:rsidRDefault="00EE1E9D" w:rsidP="00953CE6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Topic: </w:t>
            </w:r>
          </w:p>
        </w:tc>
        <w:tc>
          <w:tcPr>
            <w:tcW w:w="12615" w:type="dxa"/>
            <w:gridSpan w:val="2"/>
            <w:shd w:val="clear" w:color="auto" w:fill="D9D9D9" w:themeFill="background1" w:themeFillShade="D9"/>
          </w:tcPr>
          <w:p w:rsidR="00EE1E9D" w:rsidRPr="00794D11" w:rsidRDefault="00604282" w:rsidP="00EE1E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Getting to know each other</w:t>
            </w:r>
          </w:p>
        </w:tc>
      </w:tr>
      <w:tr w:rsidR="00EE1E9D" w:rsidRPr="00794D11" w:rsidTr="00EC7BA9">
        <w:tc>
          <w:tcPr>
            <w:tcW w:w="2235" w:type="dxa"/>
            <w:shd w:val="clear" w:color="auto" w:fill="D9D9D9" w:themeFill="background1" w:themeFillShade="D9"/>
          </w:tcPr>
          <w:p w:rsidR="00EE1E9D" w:rsidRPr="00794D11" w:rsidRDefault="00EE1E9D" w:rsidP="00953CE6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Key Objectives: </w:t>
            </w:r>
          </w:p>
        </w:tc>
        <w:tc>
          <w:tcPr>
            <w:tcW w:w="12615" w:type="dxa"/>
            <w:gridSpan w:val="2"/>
            <w:shd w:val="clear" w:color="auto" w:fill="D9D9D9" w:themeFill="background1" w:themeFillShade="D9"/>
          </w:tcPr>
          <w:p w:rsidR="00EE1E9D" w:rsidRPr="00794D11" w:rsidRDefault="00EE1E9D" w:rsidP="00EE1E9D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To listen actively and respectfully </w:t>
            </w:r>
          </w:p>
          <w:p w:rsidR="00EE1E9D" w:rsidRPr="00794D11" w:rsidRDefault="00EE1E9D" w:rsidP="00EE1E9D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To get to know members of the group</w:t>
            </w:r>
          </w:p>
        </w:tc>
      </w:tr>
      <w:tr w:rsidR="00EE1E9D" w:rsidRPr="00794D11" w:rsidTr="00EC7BA9">
        <w:tc>
          <w:tcPr>
            <w:tcW w:w="2235" w:type="dxa"/>
            <w:shd w:val="clear" w:color="auto" w:fill="D9D9D9" w:themeFill="background1" w:themeFillShade="D9"/>
          </w:tcPr>
          <w:p w:rsidR="00EE1E9D" w:rsidRPr="00794D11" w:rsidRDefault="00EE1E9D" w:rsidP="00953CE6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Resources: </w:t>
            </w:r>
          </w:p>
        </w:tc>
        <w:tc>
          <w:tcPr>
            <w:tcW w:w="12615" w:type="dxa"/>
            <w:gridSpan w:val="2"/>
            <w:shd w:val="clear" w:color="auto" w:fill="D9D9D9" w:themeFill="background1" w:themeFillShade="D9"/>
          </w:tcPr>
          <w:p w:rsidR="00EE1E9D" w:rsidRPr="00794D11" w:rsidRDefault="00873DD6" w:rsidP="00953CE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Getting to know each other </w:t>
            </w:r>
            <w:r w:rsidR="00E14805" w:rsidRPr="00794D11">
              <w:rPr>
                <w:rFonts w:ascii="Arial" w:hAnsi="Arial" w:cs="Arial"/>
                <w:sz w:val="22"/>
              </w:rPr>
              <w:t>PowerPoint</w:t>
            </w:r>
          </w:p>
          <w:p w:rsidR="00EE1E9D" w:rsidRPr="00794D11" w:rsidRDefault="00EE1E9D" w:rsidP="00953CE6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A4 – About Me Worksheet</w:t>
            </w:r>
          </w:p>
          <w:p w:rsidR="00EE1E9D" w:rsidRPr="00794D11" w:rsidRDefault="00EE1E9D">
            <w:pPr>
              <w:rPr>
                <w:rFonts w:ascii="Arial" w:hAnsi="Arial" w:cs="Arial"/>
                <w:sz w:val="22"/>
              </w:rPr>
            </w:pPr>
          </w:p>
          <w:p w:rsidR="00EE1E9D" w:rsidRPr="00794D11" w:rsidRDefault="00EE1E9D" w:rsidP="00EE1E9D">
            <w:pPr>
              <w:rPr>
                <w:rFonts w:ascii="Arial" w:hAnsi="Arial" w:cs="Arial"/>
                <w:sz w:val="22"/>
              </w:rPr>
            </w:pPr>
          </w:p>
        </w:tc>
      </w:tr>
    </w:tbl>
    <w:p w:rsidR="00D07164" w:rsidRPr="00794D11" w:rsidRDefault="00D07164" w:rsidP="00D07164">
      <w:pPr>
        <w:rPr>
          <w:rFonts w:ascii="Arial" w:hAnsi="Arial" w:cs="Arial"/>
          <w:sz w:val="22"/>
        </w:rPr>
      </w:pPr>
    </w:p>
    <w:tbl>
      <w:tblPr>
        <w:tblStyle w:val="TableGrid"/>
        <w:tblW w:w="14850" w:type="dxa"/>
        <w:tblLook w:val="04A0" w:firstRow="1" w:lastRow="0" w:firstColumn="1" w:lastColumn="0" w:noHBand="0" w:noVBand="1"/>
      </w:tblPr>
      <w:tblGrid>
        <w:gridCol w:w="1242"/>
        <w:gridCol w:w="6237"/>
        <w:gridCol w:w="4536"/>
        <w:gridCol w:w="2835"/>
      </w:tblGrid>
      <w:tr w:rsidR="00D07164" w:rsidRPr="00794D11" w:rsidTr="00EE1E9D">
        <w:tc>
          <w:tcPr>
            <w:tcW w:w="1242" w:type="dxa"/>
            <w:vAlign w:val="center"/>
          </w:tcPr>
          <w:p w:rsidR="00D07164" w:rsidRPr="00794D11" w:rsidRDefault="00D07164" w:rsidP="00D07164">
            <w:pPr>
              <w:jc w:val="center"/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Guideline Timing</w:t>
            </w:r>
          </w:p>
        </w:tc>
        <w:tc>
          <w:tcPr>
            <w:tcW w:w="6237" w:type="dxa"/>
            <w:vAlign w:val="center"/>
          </w:tcPr>
          <w:p w:rsidR="00D07164" w:rsidRPr="00794D11" w:rsidRDefault="00D07164" w:rsidP="00D07164">
            <w:pPr>
              <w:jc w:val="center"/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Activity</w:t>
            </w:r>
          </w:p>
        </w:tc>
        <w:tc>
          <w:tcPr>
            <w:tcW w:w="4536" w:type="dxa"/>
            <w:vAlign w:val="center"/>
          </w:tcPr>
          <w:p w:rsidR="00D07164" w:rsidRPr="00794D11" w:rsidRDefault="00D07164" w:rsidP="00D07164">
            <w:pPr>
              <w:jc w:val="center"/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Typical Learning Gains</w:t>
            </w:r>
          </w:p>
        </w:tc>
        <w:tc>
          <w:tcPr>
            <w:tcW w:w="2835" w:type="dxa"/>
          </w:tcPr>
          <w:p w:rsidR="00D07164" w:rsidRPr="00794D11" w:rsidRDefault="00D07164" w:rsidP="00D07164">
            <w:pPr>
              <w:jc w:val="center"/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Notes / Advice from teaching team</w:t>
            </w:r>
          </w:p>
        </w:tc>
      </w:tr>
      <w:tr w:rsidR="00D07164" w:rsidRPr="00794D11" w:rsidTr="00EE1E9D">
        <w:tc>
          <w:tcPr>
            <w:tcW w:w="1242" w:type="dxa"/>
          </w:tcPr>
          <w:p w:rsidR="00D07164" w:rsidRPr="00794D11" w:rsidRDefault="00EE1E9D" w:rsidP="00D07164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5 Mins</w:t>
            </w:r>
          </w:p>
        </w:tc>
        <w:tc>
          <w:tcPr>
            <w:tcW w:w="6237" w:type="dxa"/>
          </w:tcPr>
          <w:p w:rsidR="00D07164" w:rsidRPr="00794D11" w:rsidRDefault="00EE1E9D" w:rsidP="00D07164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Introduce Teacher &amp; Project</w:t>
            </w:r>
          </w:p>
        </w:tc>
        <w:tc>
          <w:tcPr>
            <w:tcW w:w="4536" w:type="dxa"/>
          </w:tcPr>
          <w:p w:rsidR="00D07164" w:rsidRPr="00794D11" w:rsidRDefault="00D07164" w:rsidP="00D0716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835" w:type="dxa"/>
          </w:tcPr>
          <w:p w:rsidR="00D07164" w:rsidRPr="00794D11" w:rsidRDefault="00EE1E9D" w:rsidP="00D07164">
            <w:pPr>
              <w:rPr>
                <w:rFonts w:ascii="Arial" w:hAnsi="Arial" w:cs="Arial"/>
                <w:i/>
                <w:sz w:val="22"/>
              </w:rPr>
            </w:pPr>
            <w:r w:rsidRPr="00794D11">
              <w:rPr>
                <w:rFonts w:ascii="Arial" w:hAnsi="Arial" w:cs="Arial"/>
                <w:i/>
                <w:sz w:val="22"/>
              </w:rPr>
              <w:t xml:space="preserve">A </w:t>
            </w:r>
            <w:r w:rsidR="00E14805" w:rsidRPr="00794D11">
              <w:rPr>
                <w:rFonts w:ascii="Arial" w:hAnsi="Arial" w:cs="Arial"/>
                <w:i/>
                <w:sz w:val="22"/>
              </w:rPr>
              <w:t>warm-up</w:t>
            </w:r>
            <w:r w:rsidRPr="00794D11">
              <w:rPr>
                <w:rFonts w:ascii="Arial" w:hAnsi="Arial" w:cs="Arial"/>
                <w:i/>
                <w:sz w:val="22"/>
              </w:rPr>
              <w:t xml:space="preserve"> name game might be helpful here depending on the size of the group.  </w:t>
            </w:r>
          </w:p>
        </w:tc>
      </w:tr>
      <w:tr w:rsidR="00D07164" w:rsidRPr="00794D11" w:rsidTr="00EE1E9D">
        <w:tc>
          <w:tcPr>
            <w:tcW w:w="1242" w:type="dxa"/>
          </w:tcPr>
          <w:p w:rsidR="00D07164" w:rsidRPr="00794D11" w:rsidRDefault="00EE1E9D" w:rsidP="00D07164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30 Mins</w:t>
            </w:r>
          </w:p>
        </w:tc>
        <w:tc>
          <w:tcPr>
            <w:tcW w:w="6237" w:type="dxa"/>
          </w:tcPr>
          <w:p w:rsidR="00D07164" w:rsidRPr="00794D11" w:rsidRDefault="00EE1E9D" w:rsidP="00D07164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Students create  presentation about themselves e.g. ambitions, likes and dislikes, experience of primary</w:t>
            </w:r>
          </w:p>
        </w:tc>
        <w:tc>
          <w:tcPr>
            <w:tcW w:w="4536" w:type="dxa"/>
          </w:tcPr>
          <w:p w:rsidR="00D07164" w:rsidRPr="00794D11" w:rsidRDefault="00EE1E9D" w:rsidP="00EE1E9D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Teacher gains knowledge of the class</w:t>
            </w:r>
          </w:p>
          <w:p w:rsidR="00EE1E9D" w:rsidRPr="00794D11" w:rsidRDefault="00EE1E9D" w:rsidP="00EE1E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835" w:type="dxa"/>
          </w:tcPr>
          <w:p w:rsidR="00D07164" w:rsidRPr="00794D11" w:rsidRDefault="00D07164" w:rsidP="00D07164">
            <w:pPr>
              <w:rPr>
                <w:rFonts w:ascii="Arial" w:hAnsi="Arial" w:cs="Arial"/>
                <w:sz w:val="22"/>
              </w:rPr>
            </w:pPr>
          </w:p>
        </w:tc>
      </w:tr>
      <w:tr w:rsidR="00D07164" w:rsidRPr="00794D11" w:rsidTr="00EE1E9D">
        <w:tc>
          <w:tcPr>
            <w:tcW w:w="1242" w:type="dxa"/>
          </w:tcPr>
          <w:p w:rsidR="00D07164" w:rsidRPr="00794D11" w:rsidRDefault="00EE1E9D" w:rsidP="00D07164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20 Mins</w:t>
            </w:r>
          </w:p>
        </w:tc>
        <w:tc>
          <w:tcPr>
            <w:tcW w:w="6237" w:type="dxa"/>
          </w:tcPr>
          <w:p w:rsidR="00D07164" w:rsidRPr="00794D11" w:rsidRDefault="00EE1E9D" w:rsidP="00D07164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Students listen to each other’s presentation</w:t>
            </w:r>
          </w:p>
        </w:tc>
        <w:tc>
          <w:tcPr>
            <w:tcW w:w="4536" w:type="dxa"/>
          </w:tcPr>
          <w:p w:rsidR="00D07164" w:rsidRPr="00794D11" w:rsidRDefault="00EE1E9D" w:rsidP="00EE1E9D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Teacher able to assess the group’s listening and social skills</w:t>
            </w:r>
          </w:p>
          <w:p w:rsidR="00EE1E9D" w:rsidRPr="00794D11" w:rsidRDefault="00EE1E9D" w:rsidP="00EE1E9D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Building relationships </w:t>
            </w:r>
          </w:p>
        </w:tc>
        <w:tc>
          <w:tcPr>
            <w:tcW w:w="2835" w:type="dxa"/>
          </w:tcPr>
          <w:p w:rsidR="00D07164" w:rsidRPr="00794D11" w:rsidRDefault="00D07164" w:rsidP="00D07164">
            <w:pPr>
              <w:rPr>
                <w:rFonts w:ascii="Arial" w:hAnsi="Arial" w:cs="Arial"/>
                <w:sz w:val="22"/>
              </w:rPr>
            </w:pPr>
          </w:p>
        </w:tc>
      </w:tr>
    </w:tbl>
    <w:p w:rsidR="00D07164" w:rsidRPr="00794D11" w:rsidRDefault="00D07164" w:rsidP="00D07164">
      <w:pPr>
        <w:rPr>
          <w:rFonts w:ascii="Arial" w:hAnsi="Arial" w:cs="Arial"/>
          <w:sz w:val="22"/>
        </w:rPr>
      </w:pPr>
    </w:p>
    <w:p w:rsidR="00D07164" w:rsidRPr="00794D11" w:rsidRDefault="00D07164" w:rsidP="00D07164">
      <w:pPr>
        <w:rPr>
          <w:rFonts w:ascii="Arial" w:hAnsi="Arial" w:cs="Arial"/>
          <w:sz w:val="22"/>
          <w:u w:val="single"/>
        </w:rPr>
      </w:pPr>
      <w:r w:rsidRPr="00794D11">
        <w:rPr>
          <w:rFonts w:ascii="Arial" w:hAnsi="Arial" w:cs="Arial"/>
          <w:sz w:val="22"/>
          <w:u w:val="single"/>
        </w:rPr>
        <w:t xml:space="preserve">Opportunities to differentiate / personalise: </w:t>
      </w:r>
    </w:p>
    <w:p w:rsidR="00EE1E9D" w:rsidRPr="00794D11" w:rsidRDefault="00EE1E9D">
      <w:pPr>
        <w:rPr>
          <w:rFonts w:ascii="Arial" w:hAnsi="Arial" w:cs="Arial"/>
          <w:sz w:val="22"/>
        </w:rPr>
      </w:pPr>
      <w:r w:rsidRPr="00794D11">
        <w:rPr>
          <w:rFonts w:ascii="Arial" w:hAnsi="Arial" w:cs="Arial"/>
          <w:sz w:val="22"/>
        </w:rPr>
        <w:t xml:space="preserve">Individuals lacking confidence may prefer a practice first before presenting to the class.  </w:t>
      </w:r>
    </w:p>
    <w:sectPr w:rsidR="00EE1E9D" w:rsidRPr="00794D11" w:rsidSect="00EE1E9D">
      <w:footerReference w:type="default" r:id="rId9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4D11" w:rsidRDefault="00794D11" w:rsidP="00D07164">
      <w:pPr>
        <w:spacing w:after="0" w:line="240" w:lineRule="auto"/>
      </w:pPr>
      <w:r>
        <w:separator/>
      </w:r>
    </w:p>
  </w:endnote>
  <w:endnote w:type="continuationSeparator" w:id="0">
    <w:p w:rsidR="00794D11" w:rsidRDefault="00794D11" w:rsidP="00D071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59FE" w:rsidRDefault="005859FE" w:rsidP="005859FE">
    <w:pPr>
      <w:pStyle w:val="Footer"/>
      <w:rPr>
        <w:sz w:val="28"/>
      </w:rPr>
    </w:pPr>
    <w:r>
      <w:rPr>
        <w:sz w:val="28"/>
      </w:rPr>
      <w:br/>
    </w:r>
    <w:r>
      <w:rPr>
        <w:rFonts w:ascii="Arial" w:hAnsi="Arial" w:cs="Arial"/>
        <w:color w:val="222222"/>
        <w:sz w:val="20"/>
        <w:szCs w:val="19"/>
        <w:shd w:val="clear" w:color="auto" w:fill="FFFFFF"/>
      </w:rPr>
      <w:t>Resources produced by Gladesmore Community School as part of the Stepping Stones programme, </w:t>
    </w:r>
    <w:r>
      <w:rPr>
        <w:rFonts w:ascii="Arial" w:hAnsi="Arial" w:cs="Arial"/>
        <w:b/>
        <w:bCs/>
        <w:color w:val="222222"/>
        <w:sz w:val="20"/>
        <w:szCs w:val="19"/>
        <w:shd w:val="clear" w:color="auto" w:fill="FFFFFF"/>
      </w:rPr>
      <w:t>supported by the Mayor of London</w:t>
    </w:r>
    <w:r>
      <w:rPr>
        <w:rFonts w:ascii="Arial" w:hAnsi="Arial" w:cs="Arial"/>
        <w:color w:val="222222"/>
        <w:sz w:val="20"/>
        <w:szCs w:val="19"/>
        <w:shd w:val="clear" w:color="auto" w:fill="FFFFFF"/>
      </w:rPr>
      <w:t>.  All resources are fully editable. 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4D11" w:rsidRDefault="00794D11" w:rsidP="00D07164">
      <w:pPr>
        <w:spacing w:after="0" w:line="240" w:lineRule="auto"/>
      </w:pPr>
      <w:r>
        <w:separator/>
      </w:r>
    </w:p>
  </w:footnote>
  <w:footnote w:type="continuationSeparator" w:id="0">
    <w:p w:rsidR="00794D11" w:rsidRDefault="00794D11" w:rsidP="00D071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B2769"/>
    <w:multiLevelType w:val="hybridMultilevel"/>
    <w:tmpl w:val="5DCA8554"/>
    <w:lvl w:ilvl="0" w:tplc="7ACE8DB4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D73CAD78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877E6692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61CE94F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377A8DB2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4DA87B6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B0D42D7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1A581B70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05247E36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">
    <w:nsid w:val="1C29194B"/>
    <w:multiLevelType w:val="hybridMultilevel"/>
    <w:tmpl w:val="75664B5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4330BCB"/>
    <w:multiLevelType w:val="hybridMultilevel"/>
    <w:tmpl w:val="3180535E"/>
    <w:lvl w:ilvl="0" w:tplc="9F48FC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8A64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460CF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AE58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7D202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43ADA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4500A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6AEE8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FA4EE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5E2A3767"/>
    <w:multiLevelType w:val="hybridMultilevel"/>
    <w:tmpl w:val="6AD032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514D2C"/>
    <w:multiLevelType w:val="hybridMultilevel"/>
    <w:tmpl w:val="9DC8690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75917EE7"/>
    <w:multiLevelType w:val="hybridMultilevel"/>
    <w:tmpl w:val="8DBE5C7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164"/>
    <w:rsid w:val="00187174"/>
    <w:rsid w:val="001F7AA1"/>
    <w:rsid w:val="00316C77"/>
    <w:rsid w:val="00370853"/>
    <w:rsid w:val="003C7047"/>
    <w:rsid w:val="003E7804"/>
    <w:rsid w:val="0042241F"/>
    <w:rsid w:val="00577060"/>
    <w:rsid w:val="005859FE"/>
    <w:rsid w:val="00604282"/>
    <w:rsid w:val="007061E6"/>
    <w:rsid w:val="007612E3"/>
    <w:rsid w:val="00782A45"/>
    <w:rsid w:val="00794D11"/>
    <w:rsid w:val="00873DD6"/>
    <w:rsid w:val="00953CE6"/>
    <w:rsid w:val="009B4BE8"/>
    <w:rsid w:val="009C1174"/>
    <w:rsid w:val="00D07164"/>
    <w:rsid w:val="00D151C1"/>
    <w:rsid w:val="00DB0029"/>
    <w:rsid w:val="00DB773A"/>
    <w:rsid w:val="00E14805"/>
    <w:rsid w:val="00E17BD6"/>
    <w:rsid w:val="00EC7BA9"/>
    <w:rsid w:val="00EE1E9D"/>
    <w:rsid w:val="00EF2943"/>
    <w:rsid w:val="00F62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071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071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7164"/>
  </w:style>
  <w:style w:type="paragraph" w:styleId="Footer">
    <w:name w:val="footer"/>
    <w:basedOn w:val="Normal"/>
    <w:link w:val="FooterChar"/>
    <w:uiPriority w:val="99"/>
    <w:unhideWhenUsed/>
    <w:rsid w:val="00D071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7164"/>
  </w:style>
  <w:style w:type="paragraph" w:styleId="BalloonText">
    <w:name w:val="Balloon Text"/>
    <w:basedOn w:val="Normal"/>
    <w:link w:val="BalloonTextChar"/>
    <w:uiPriority w:val="99"/>
    <w:semiHidden/>
    <w:unhideWhenUsed/>
    <w:rsid w:val="00D07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716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1E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071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071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7164"/>
  </w:style>
  <w:style w:type="paragraph" w:styleId="Footer">
    <w:name w:val="footer"/>
    <w:basedOn w:val="Normal"/>
    <w:link w:val="FooterChar"/>
    <w:uiPriority w:val="99"/>
    <w:unhideWhenUsed/>
    <w:rsid w:val="00D071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7164"/>
  </w:style>
  <w:style w:type="paragraph" w:styleId="BalloonText">
    <w:name w:val="Balloon Text"/>
    <w:basedOn w:val="Normal"/>
    <w:link w:val="BalloonTextChar"/>
    <w:uiPriority w:val="99"/>
    <w:semiHidden/>
    <w:unhideWhenUsed/>
    <w:rsid w:val="00D07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716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1E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533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8033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5109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191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8315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93323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9393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756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53548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6666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10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1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2897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30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5239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559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ACA3BC-293F-4F19-9BEA-276578397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A56E57D5</Template>
  <TotalTime>3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 K. Mitchell</dc:creator>
  <cp:lastModifiedBy>Ms J. Dimes</cp:lastModifiedBy>
  <cp:revision>5</cp:revision>
  <cp:lastPrinted>2017-10-09T15:23:00Z</cp:lastPrinted>
  <dcterms:created xsi:type="dcterms:W3CDTF">2018-01-11T15:09:00Z</dcterms:created>
  <dcterms:modified xsi:type="dcterms:W3CDTF">2018-01-25T11:26:00Z</dcterms:modified>
</cp:coreProperties>
</file>